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7B" w:rsidRDefault="00B204E3" w:rsidP="00B204E3">
      <w:pPr>
        <w:pStyle w:val="Titul1"/>
      </w:pPr>
      <w:r>
        <w:t>Dopis nabídky</w:t>
      </w:r>
    </w:p>
    <w:p w:rsidR="001F1263" w:rsidRDefault="00B204E3" w:rsidP="001F1263">
      <w:pPr>
        <w:pStyle w:val="Tituldatum"/>
      </w:pPr>
      <w:r>
        <w:t xml:space="preserve">Název zakázky: </w:t>
      </w:r>
      <w:sdt>
        <w:sdtPr>
          <w:rPr>
            <w:rStyle w:val="Nzevakce"/>
          </w:rPr>
          <w:alias w:val="Název akce - VYplnit pole - přenese se do zápatí"/>
          <w:tag w:val="Název akce"/>
          <w:id w:val="4098310"/>
          <w:placeholder>
            <w:docPart w:val="02B5B4D63437413DAD717F6207DADE8A"/>
          </w:placeholder>
          <w:text/>
        </w:sdtPr>
        <w:sdtContent>
          <w:r w:rsidR="001F1263" w:rsidRPr="00EF402A">
            <w:rPr>
              <w:rStyle w:val="Nzevakce"/>
            </w:rPr>
            <w:t>„Mosty v km 11,314 a 11,559 na trati Louny – Libochovice“</w:t>
          </w:r>
        </w:sdtContent>
      </w:sdt>
    </w:p>
    <w:p w:rsidR="009226C1" w:rsidRDefault="001F1263" w:rsidP="001F1263">
      <w:pPr>
        <w:pStyle w:val="Titul2"/>
      </w:pPr>
      <w:r>
        <w:t xml:space="preserve"> </w:t>
      </w:r>
    </w:p>
    <w:p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:rsidR="00A5674E" w:rsidRDefault="00A5674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A5674E" w:rsidP="000E6ABE">
      <w:pPr>
        <w:pStyle w:val="Textbezodsazen"/>
        <w:jc w:val="left"/>
      </w:pPr>
      <w:r>
        <w:lastRenderedPageBreak/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za Zhotovitele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:rsidR="00A5674E" w:rsidRDefault="00A5674E" w:rsidP="00A5674E">
      <w:pPr>
        <w:pStyle w:val="Textbezodsazen"/>
      </w:pPr>
      <w:r>
        <w:t>(název a adresa účastníka zadávacího řízení)</w:t>
      </w:r>
    </w:p>
    <w:p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  <w:bookmarkStart w:id="0" w:name="_GoBack"/>
      <w:bookmarkEnd w:id="0"/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3230" w:rsidRDefault="000B3230" w:rsidP="00962258">
      <w:pPr>
        <w:spacing w:after="0" w:line="240" w:lineRule="auto"/>
      </w:pPr>
      <w:r>
        <w:separator/>
      </w:r>
    </w:p>
  </w:endnote>
  <w:endnote w:type="continuationSeparator" w:id="0">
    <w:p w:rsidR="000B3230" w:rsidRDefault="000B323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126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126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1F1263" w:rsidRDefault="001F1263" w:rsidP="009911A3">
          <w:pPr>
            <w:pStyle w:val="Zpatvlevo"/>
          </w:pPr>
          <w:r>
            <w:t>„Mosty v km 11,314 a 11,559 na trati Louny – Libochovice“</w:t>
          </w:r>
        </w:p>
        <w:p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74E" w:rsidRPr="00B8518B" w:rsidRDefault="00A5674E" w:rsidP="00460660">
    <w:pPr>
      <w:pStyle w:val="Zpat"/>
      <w:rPr>
        <w:sz w:val="2"/>
        <w:szCs w:val="2"/>
      </w:rPr>
    </w:pPr>
  </w:p>
  <w:p w:rsidR="00A5674E" w:rsidRDefault="00A5674E" w:rsidP="00054FC6">
    <w:pPr>
      <w:pStyle w:val="Zpat"/>
      <w:rPr>
        <w:rFonts w:cs="Calibri"/>
        <w:sz w:val="12"/>
        <w:szCs w:val="12"/>
      </w:rPr>
    </w:pPr>
  </w:p>
  <w:p w:rsidR="00A5674E" w:rsidRPr="00460660" w:rsidRDefault="00A5674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3230" w:rsidRDefault="000B3230" w:rsidP="00962258">
      <w:pPr>
        <w:spacing w:after="0" w:line="240" w:lineRule="auto"/>
      </w:pPr>
      <w:r>
        <w:separator/>
      </w:r>
    </w:p>
  </w:footnote>
  <w:footnote w:type="continuationSeparator" w:id="0">
    <w:p w:rsidR="000B3230" w:rsidRDefault="000B323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5674E" w:rsidRPr="00D6163D" w:rsidRDefault="00A5674E" w:rsidP="00FC6389">
          <w:pPr>
            <w:pStyle w:val="Druhdokumentu"/>
          </w:pPr>
        </w:p>
      </w:tc>
    </w:tr>
  </w:tbl>
  <w:p w:rsidR="00A5674E" w:rsidRPr="00D6163D" w:rsidRDefault="00A5674E" w:rsidP="00FC6389">
    <w:pPr>
      <w:pStyle w:val="Zhlav"/>
      <w:rPr>
        <w:sz w:val="8"/>
        <w:szCs w:val="8"/>
      </w:rPr>
    </w:pPr>
  </w:p>
  <w:p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CC0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3230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1F1263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52C3"/>
    <w:rsid w:val="00816930"/>
    <w:rsid w:val="00821D01"/>
    <w:rsid w:val="00826B7B"/>
    <w:rsid w:val="0083197D"/>
    <w:rsid w:val="00834020"/>
    <w:rsid w:val="00834146"/>
    <w:rsid w:val="00846789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6450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D0660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B3A243"/>
  <w14:defaultImageDpi w14:val="32767"/>
  <w15:docId w15:val="{3E1A8351-82D4-4B4F-867A-AD1D74FB3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91_&#352;ABLONY\&#352;ABL_ZTP_VZOR_oboustr_Fond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2B5B4D63437413DAD717F6207DADE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10983A-D4CF-4AEA-BC4F-2CFD9E1EBD95}"/>
      </w:docPartPr>
      <w:docPartBody>
        <w:p w:rsidR="00000000" w:rsidRDefault="0045342B" w:rsidP="0045342B">
          <w:pPr>
            <w:pStyle w:val="02B5B4D63437413DAD717F6207DADE8A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42B"/>
    <w:rsid w:val="0045342B"/>
    <w:rsid w:val="0055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5342B"/>
    <w:rPr>
      <w:color w:val="808080"/>
    </w:rPr>
  </w:style>
  <w:style w:type="paragraph" w:customStyle="1" w:styleId="02B5B4D63437413DAD717F6207DADE8A">
    <w:name w:val="02B5B4D63437413DAD717F6207DADE8A"/>
    <w:rsid w:val="004534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1CFBF99-1EFA-4EF6-A432-0157B63F0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ŠABL_ZTP_VZOR_oboustr_Fondy.dotx</Template>
  <TotalTime>19</TotalTime>
  <Pages>2</Pages>
  <Words>402</Words>
  <Characters>2376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Fojta Petr, Ing.</dc:creator>
  <cp:lastModifiedBy>Dobrý Michael, Ing.</cp:lastModifiedBy>
  <cp:revision>5</cp:revision>
  <cp:lastPrinted>2019-03-07T14:42:00Z</cp:lastPrinted>
  <dcterms:created xsi:type="dcterms:W3CDTF">2020-02-25T07:11:00Z</dcterms:created>
  <dcterms:modified xsi:type="dcterms:W3CDTF">2020-03-13T07:40:00Z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